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BD930" w14:textId="77777777" w:rsid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</w:p>
    <w:p w14:paraId="3A2CBF17" w14:textId="779F2137" w:rsidR="00FF4507" w:rsidRPr="00FF4507" w:rsidRDefault="00FF4507" w:rsidP="00FF4507">
      <w:pPr>
        <w:rPr>
          <w:rFonts w:ascii="Yu Gothic UI" w:eastAsia="Yu Gothic UI" w:hAnsi="Yu Gothic UI"/>
          <w:b/>
          <w:bCs/>
          <w:lang w:val="it-IT"/>
        </w:rPr>
      </w:pPr>
      <w:r w:rsidRPr="00FF4507">
        <w:rPr>
          <w:rFonts w:ascii="Yu Gothic UI" w:eastAsia="Yu Gothic UI" w:hAnsi="Yu Gothic UI"/>
          <w:b/>
          <w:bCs/>
          <w:lang w:val="it-IT"/>
        </w:rPr>
        <w:t xml:space="preserve">Allegato </w:t>
      </w:r>
      <w:r w:rsidRPr="00FF4507">
        <w:rPr>
          <w:rFonts w:ascii="Yu Gothic UI" w:eastAsia="Yu Gothic UI" w:hAnsi="Yu Gothic UI"/>
          <w:b/>
          <w:bCs/>
          <w:highlight w:val="yellow"/>
          <w:lang w:val="it-IT"/>
        </w:rPr>
        <w:t>1</w:t>
      </w:r>
      <w:r w:rsidR="00323AD6">
        <w:rPr>
          <w:rFonts w:ascii="Yu Gothic UI" w:eastAsia="Yu Gothic UI" w:hAnsi="Yu Gothic UI"/>
          <w:b/>
          <w:bCs/>
          <w:lang w:val="it-IT"/>
        </w:rPr>
        <w:t>0</w:t>
      </w:r>
      <w:r w:rsidRPr="00FF4507">
        <w:rPr>
          <w:rFonts w:ascii="Yu Gothic UI" w:eastAsia="Yu Gothic UI" w:hAnsi="Yu Gothic UI"/>
          <w:b/>
          <w:bCs/>
          <w:lang w:val="it-IT"/>
        </w:rPr>
        <w:t xml:space="preserve">: Registrazione dei partecipanti per gli eventi in presenza </w:t>
      </w:r>
    </w:p>
    <w:p w14:paraId="65895847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1AB9737" w14:textId="3AAEF8BE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ACRONIMO E TITOLO PROGETTO   ________________________________________________________ </w:t>
      </w:r>
    </w:p>
    <w:p w14:paraId="5A564CF1" w14:textId="0ED50C39" w:rsidR="00FF501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TIPO E TITOLO DELL’EVENTO ________________________________________________________</w:t>
      </w:r>
    </w:p>
    <w:p w14:paraId="31162C51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6F7B2B52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5"/>
        <w:gridCol w:w="2685"/>
        <w:gridCol w:w="2685"/>
        <w:gridCol w:w="2685"/>
        <w:gridCol w:w="2685"/>
      </w:tblGrid>
      <w:tr w:rsidR="00FF4507" w14:paraId="1E6BA93D" w14:textId="77777777" w:rsidTr="00FF4507">
        <w:trPr>
          <w:trHeight w:val="935"/>
        </w:trPr>
        <w:tc>
          <w:tcPr>
            <w:tcW w:w="2685" w:type="dxa"/>
          </w:tcPr>
          <w:p w14:paraId="0D995D11" w14:textId="794C8A26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Nome e Cognome</w:t>
            </w:r>
          </w:p>
        </w:tc>
        <w:tc>
          <w:tcPr>
            <w:tcW w:w="2685" w:type="dxa"/>
          </w:tcPr>
          <w:p w14:paraId="4F94110B" w14:textId="1D0C43D8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Azienda o ente di appartenenza</w:t>
            </w:r>
          </w:p>
        </w:tc>
        <w:tc>
          <w:tcPr>
            <w:tcW w:w="2685" w:type="dxa"/>
          </w:tcPr>
          <w:p w14:paraId="7E5EB1DA" w14:textId="65D5B93E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Indirizzo dell’Azienda o ente</w:t>
            </w:r>
          </w:p>
        </w:tc>
        <w:tc>
          <w:tcPr>
            <w:tcW w:w="2685" w:type="dxa"/>
          </w:tcPr>
          <w:p w14:paraId="11D9F6C1" w14:textId="75899EF7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Ruolo nell’Azienda o ente</w:t>
            </w:r>
          </w:p>
        </w:tc>
        <w:tc>
          <w:tcPr>
            <w:tcW w:w="2685" w:type="dxa"/>
          </w:tcPr>
          <w:p w14:paraId="71DBF5A5" w14:textId="12F70E71" w:rsidR="00FF4507" w:rsidRPr="00FF4507" w:rsidRDefault="00FF4507" w:rsidP="00FF4507">
            <w:pPr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</w:pPr>
            <w:r w:rsidRPr="00FF4507">
              <w:rPr>
                <w:rFonts w:ascii="Yu Gothic UI" w:eastAsia="Yu Gothic UI" w:hAnsi="Yu Gothic UI"/>
                <w:b/>
                <w:bCs/>
                <w:sz w:val="18"/>
                <w:szCs w:val="18"/>
                <w:lang w:val="it-IT"/>
              </w:rPr>
              <w:t>Firma</w:t>
            </w:r>
          </w:p>
        </w:tc>
      </w:tr>
      <w:tr w:rsidR="00FF4507" w14:paraId="7A3FF9F1" w14:textId="77777777" w:rsidTr="00FF4507">
        <w:trPr>
          <w:trHeight w:val="454"/>
        </w:trPr>
        <w:tc>
          <w:tcPr>
            <w:tcW w:w="2685" w:type="dxa"/>
          </w:tcPr>
          <w:p w14:paraId="23484B0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772F20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BCEADC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D8AE9B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534EB9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9C55458" w14:textId="77777777" w:rsidTr="00FF4507">
        <w:trPr>
          <w:trHeight w:val="454"/>
        </w:trPr>
        <w:tc>
          <w:tcPr>
            <w:tcW w:w="2685" w:type="dxa"/>
          </w:tcPr>
          <w:p w14:paraId="036481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1D52517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8FCA7F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FC57D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669F41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CB0DBDC" w14:textId="77777777" w:rsidTr="00FF4507">
        <w:trPr>
          <w:trHeight w:val="454"/>
        </w:trPr>
        <w:tc>
          <w:tcPr>
            <w:tcW w:w="2685" w:type="dxa"/>
          </w:tcPr>
          <w:p w14:paraId="62418CD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7C4B18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FDC56D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FBA60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1C6DE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1CB1A10E" w14:textId="77777777" w:rsidTr="00FF4507">
        <w:trPr>
          <w:trHeight w:val="454"/>
        </w:trPr>
        <w:tc>
          <w:tcPr>
            <w:tcW w:w="2685" w:type="dxa"/>
          </w:tcPr>
          <w:p w14:paraId="67EF4F8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2CAC84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715A21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F9B68C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80F4408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C01F374" w14:textId="77777777" w:rsidTr="00FF4507">
        <w:trPr>
          <w:trHeight w:val="454"/>
        </w:trPr>
        <w:tc>
          <w:tcPr>
            <w:tcW w:w="2685" w:type="dxa"/>
          </w:tcPr>
          <w:p w14:paraId="657C47C3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BD9EE1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8FB19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7D9BA69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753FC4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477667C8" w14:textId="77777777" w:rsidTr="00FF4507">
        <w:trPr>
          <w:trHeight w:val="454"/>
        </w:trPr>
        <w:tc>
          <w:tcPr>
            <w:tcW w:w="2685" w:type="dxa"/>
          </w:tcPr>
          <w:p w14:paraId="01E583C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5CFE476E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22073FC0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0B256BBD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5A2F3F9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  <w:tr w:rsidR="00FF4507" w14:paraId="3FA2850D" w14:textId="77777777" w:rsidTr="00FF4507">
        <w:trPr>
          <w:trHeight w:val="454"/>
        </w:trPr>
        <w:tc>
          <w:tcPr>
            <w:tcW w:w="2685" w:type="dxa"/>
          </w:tcPr>
          <w:p w14:paraId="247832B5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323E156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12C90856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455189E2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  <w:tc>
          <w:tcPr>
            <w:tcW w:w="2685" w:type="dxa"/>
          </w:tcPr>
          <w:p w14:paraId="6423773F" w14:textId="77777777" w:rsidR="00FF4507" w:rsidRDefault="00FF4507" w:rsidP="00FF4507">
            <w:pPr>
              <w:rPr>
                <w:rFonts w:ascii="Yu Gothic UI" w:eastAsia="Yu Gothic UI" w:hAnsi="Yu Gothic UI"/>
                <w:sz w:val="18"/>
                <w:szCs w:val="18"/>
                <w:lang w:val="it-IT"/>
              </w:rPr>
            </w:pPr>
          </w:p>
        </w:tc>
      </w:tr>
    </w:tbl>
    <w:p w14:paraId="0484079D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22BAD239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480BB005" w14:textId="77777777" w:rsid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</w:p>
    <w:p w14:paraId="117AF427" w14:textId="64526579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 xml:space="preserve">N. totale partecipanti: ________         </w:t>
      </w:r>
    </w:p>
    <w:p w14:paraId="52D15415" w14:textId="34F5295A" w:rsidR="00FF4507" w:rsidRPr="00FF4507" w:rsidRDefault="00FF4507" w:rsidP="00FF4507">
      <w:pPr>
        <w:rPr>
          <w:rFonts w:ascii="Yu Gothic UI" w:eastAsia="Yu Gothic UI" w:hAnsi="Yu Gothic UI"/>
          <w:sz w:val="18"/>
          <w:szCs w:val="18"/>
          <w:lang w:val="it-IT"/>
        </w:rPr>
      </w:pPr>
      <w:r w:rsidRPr="00FF4507">
        <w:rPr>
          <w:rFonts w:ascii="Yu Gothic UI" w:eastAsia="Yu Gothic UI" w:hAnsi="Yu Gothic UI"/>
          <w:sz w:val="18"/>
          <w:szCs w:val="18"/>
          <w:lang w:val="it-IT"/>
        </w:rPr>
        <w:t>Firma del responsabile del progetto________________________</w:t>
      </w:r>
    </w:p>
    <w:sectPr w:rsidR="00FF4507" w:rsidRPr="00FF4507" w:rsidSect="00FF4507">
      <w:headerReference w:type="first" r:id="rId9"/>
      <w:pgSz w:w="16838" w:h="11906" w:orient="landscape" w:code="9"/>
      <w:pgMar w:top="1645" w:right="1985" w:bottom="1134" w:left="1418" w:header="110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03D1B" w14:textId="77777777" w:rsidR="00826B36" w:rsidRDefault="00826B36" w:rsidP="000E70A9">
      <w:r>
        <w:separator/>
      </w:r>
    </w:p>
  </w:endnote>
  <w:endnote w:type="continuationSeparator" w:id="0">
    <w:p w14:paraId="79B21082" w14:textId="77777777" w:rsidR="00826B36" w:rsidRDefault="00826B36" w:rsidP="000E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D2CBC" w14:textId="77777777" w:rsidR="00826B36" w:rsidRDefault="00826B36" w:rsidP="000E70A9">
      <w:r>
        <w:separator/>
      </w:r>
    </w:p>
  </w:footnote>
  <w:footnote w:type="continuationSeparator" w:id="0">
    <w:p w14:paraId="7C195F98" w14:textId="77777777" w:rsidR="00826B36" w:rsidRDefault="00826B36" w:rsidP="000E7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058E" w14:textId="3EFDEC5F" w:rsidR="00FF4507" w:rsidRDefault="00FF4507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2E61DAAB" wp14:editId="33ED5A55">
          <wp:simplePos x="0" y="0"/>
          <wp:positionH relativeFrom="margin">
            <wp:align>center</wp:align>
          </wp:positionH>
          <wp:positionV relativeFrom="paragraph">
            <wp:posOffset>-397008</wp:posOffset>
          </wp:positionV>
          <wp:extent cx="6226233" cy="532015"/>
          <wp:effectExtent l="0" t="0" r="3175" b="1905"/>
          <wp:wrapNone/>
          <wp:docPr id="1858691209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17"/>
  </w:num>
  <w:num w:numId="2" w16cid:durableId="860506480">
    <w:abstractNumId w:val="16"/>
  </w:num>
  <w:num w:numId="3" w16cid:durableId="1330447652">
    <w:abstractNumId w:val="10"/>
  </w:num>
  <w:num w:numId="4" w16cid:durableId="189073041">
    <w:abstractNumId w:val="21"/>
  </w:num>
  <w:num w:numId="5" w16cid:durableId="534732837">
    <w:abstractNumId w:val="15"/>
  </w:num>
  <w:num w:numId="6" w16cid:durableId="154805558">
    <w:abstractNumId w:val="19"/>
  </w:num>
  <w:num w:numId="7" w16cid:durableId="1495023574">
    <w:abstractNumId w:val="13"/>
  </w:num>
  <w:num w:numId="8" w16cid:durableId="1322998693">
    <w:abstractNumId w:val="12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18"/>
  </w:num>
  <w:num w:numId="25" w16cid:durableId="562833113">
    <w:abstractNumId w:val="11"/>
  </w:num>
  <w:num w:numId="26" w16cid:durableId="1492864884">
    <w:abstractNumId w:val="14"/>
  </w:num>
  <w:num w:numId="27" w16cid:durableId="301690325">
    <w:abstractNumId w:val="20"/>
  </w:num>
  <w:num w:numId="28" w16cid:durableId="173311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07"/>
    <w:rsid w:val="0001455C"/>
    <w:rsid w:val="000E70A9"/>
    <w:rsid w:val="001028D4"/>
    <w:rsid w:val="00116107"/>
    <w:rsid w:val="00122F6F"/>
    <w:rsid w:val="002159DE"/>
    <w:rsid w:val="00231697"/>
    <w:rsid w:val="00284068"/>
    <w:rsid w:val="00323AD6"/>
    <w:rsid w:val="004B3643"/>
    <w:rsid w:val="0052565F"/>
    <w:rsid w:val="00596D30"/>
    <w:rsid w:val="005A18FD"/>
    <w:rsid w:val="005F6865"/>
    <w:rsid w:val="005F7094"/>
    <w:rsid w:val="006676E6"/>
    <w:rsid w:val="00683A35"/>
    <w:rsid w:val="00693289"/>
    <w:rsid w:val="006B37EE"/>
    <w:rsid w:val="006E072D"/>
    <w:rsid w:val="0073021D"/>
    <w:rsid w:val="007F713C"/>
    <w:rsid w:val="00826B36"/>
    <w:rsid w:val="008317EF"/>
    <w:rsid w:val="0088024D"/>
    <w:rsid w:val="008A27F6"/>
    <w:rsid w:val="00914135"/>
    <w:rsid w:val="00935843"/>
    <w:rsid w:val="00987F13"/>
    <w:rsid w:val="009E7D02"/>
    <w:rsid w:val="00A57FF9"/>
    <w:rsid w:val="00BF3A7D"/>
    <w:rsid w:val="00C345AD"/>
    <w:rsid w:val="00E16BC0"/>
    <w:rsid w:val="00E2486D"/>
    <w:rsid w:val="00FB2EF3"/>
    <w:rsid w:val="00FF4507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1F91E"/>
  <w15:chartTrackingRefBased/>
  <w15:docId w15:val="{C67F2DF9-7FC2-4A2A-822D-DBD6EDE0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5AD"/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6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kern w:val="0"/>
      <w:sz w:val="28"/>
      <w14:ligatures w14:val="none"/>
    </w:rPr>
  </w:style>
  <w:style w:type="paragraph" w:customStyle="1" w:styleId="Contacttext">
    <w:name w:val="Contact text"/>
    <w:basedOn w:val="Normale"/>
    <w:uiPriority w:val="15"/>
    <w:qFormat/>
    <w:rsid w:val="00935843"/>
    <w:rPr>
      <w:kern w:val="0"/>
      <w14:ligatures w14:val="none"/>
    </w:rPr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kern w:val="0"/>
      <w:sz w:val="36"/>
      <w14:ligatures w14:val="none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kern w:val="0"/>
      <w:sz w:val="14"/>
      <w14:ligatures w14:val="none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kern w:val="0"/>
      <w:sz w:val="28"/>
      <w14:ligatures w14:val="none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kern w:val="0"/>
      <w:sz w:val="60"/>
      <w14:ligatures w14:val="none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kern w:val="0"/>
      <w:sz w:val="28"/>
      <w14:ligatures w14:val="none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kern w:val="0"/>
      <w:sz w:val="14"/>
      <w:szCs w:val="24"/>
      <w14:ligatures w14:val="none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  <w:kern w:val="0"/>
      <w14:ligatures w14:val="none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kern w:val="0"/>
      <w:sz w:val="17"/>
      <w14:ligatures w14:val="none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kern w:val="0"/>
      <w:sz w:val="18"/>
      <w14:ligatures w14:val="none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kern w:val="0"/>
      <w:sz w:val="36"/>
      <w14:ligatures w14:val="none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ilaw1cks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Props1.xml><?xml version="1.0" encoding="utf-8"?>
<ds:datastoreItem xmlns:ds="http://schemas.openxmlformats.org/officeDocument/2006/customXml" ds:itemID="{A46AAC3C-852B-4644-BCA3-7D527058D111}">
  <ds:schemaRefs/>
</ds:datastoreItem>
</file>

<file path=customXml/itemProps2.xml><?xml version="1.0" encoding="utf-8"?>
<ds:datastoreItem xmlns:ds="http://schemas.openxmlformats.org/officeDocument/2006/customXml" ds:itemID="{1C0B4F7F-FF3F-4C4C-A704-C314F00B2937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ilaw1cks.dotx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3</cp:revision>
  <dcterms:created xsi:type="dcterms:W3CDTF">2025-09-15T08:02:00Z</dcterms:created>
  <dcterms:modified xsi:type="dcterms:W3CDTF">2025-12-23T16:55:00Z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